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A5" w:rsidRDefault="00CC14A5" w:rsidP="00CC14A5"/>
    <w:p w:rsidR="00CC14A5" w:rsidRDefault="00CC14A5" w:rsidP="00CC14A5"/>
    <w:p w:rsidR="00CC14A5" w:rsidRDefault="00CC14A5" w:rsidP="00CC14A5"/>
    <w:p w:rsidR="00CC14A5" w:rsidRDefault="00CC14A5" w:rsidP="00BB4F00">
      <w:pPr>
        <w:framePr w:w="4147" w:h="1265" w:hRule="exact" w:hSpace="180" w:wrap="around" w:vAnchor="text" w:hAnchor="page" w:x="6922" w:y="-1229"/>
        <w:rPr>
          <w:spacing w:val="0"/>
          <w:position w:val="0"/>
        </w:rPr>
      </w:pPr>
      <w:r>
        <w:rPr>
          <w:spacing w:val="0"/>
          <w:position w:val="0"/>
        </w:rPr>
        <w:t xml:space="preserve">Lisa </w:t>
      </w:r>
      <w:r w:rsidR="00024870">
        <w:rPr>
          <w:spacing w:val="0"/>
          <w:position w:val="0"/>
        </w:rPr>
        <w:t>2</w:t>
      </w:r>
    </w:p>
    <w:p w:rsidR="00CC14A5" w:rsidRPr="00235055" w:rsidRDefault="00CC14A5" w:rsidP="00BB4F00">
      <w:pPr>
        <w:framePr w:w="4147" w:h="1265" w:hRule="exact" w:hSpace="180" w:wrap="around" w:vAnchor="text" w:hAnchor="page" w:x="6922" w:y="-1229"/>
        <w:rPr>
          <w:spacing w:val="0"/>
          <w:position w:val="0"/>
        </w:rPr>
      </w:pPr>
      <w:r>
        <w:rPr>
          <w:spacing w:val="0"/>
          <w:position w:val="0"/>
        </w:rPr>
        <w:t xml:space="preserve">RMK ja </w:t>
      </w:r>
      <w:r w:rsidR="002D1962">
        <w:rPr>
          <w:spacing w:val="0"/>
          <w:position w:val="0"/>
        </w:rPr>
        <w:t>Järva Tee</w:t>
      </w:r>
      <w:r w:rsidR="00024870">
        <w:rPr>
          <w:spacing w:val="0"/>
          <w:position w:val="0"/>
        </w:rPr>
        <w:t xml:space="preserve">d AS </w:t>
      </w:r>
      <w:r>
        <w:rPr>
          <w:spacing w:val="0"/>
          <w:position w:val="0"/>
        </w:rPr>
        <w:t>vahel</w:t>
      </w:r>
      <w:r w:rsidR="00024870">
        <w:rPr>
          <w:spacing w:val="0"/>
          <w:position w:val="0"/>
        </w:rPr>
        <w:t xml:space="preserve"> 12.05.2014</w:t>
      </w:r>
      <w:r>
        <w:rPr>
          <w:spacing w:val="0"/>
          <w:position w:val="0"/>
        </w:rPr>
        <w:t xml:space="preserve"> sõlmitud</w:t>
      </w:r>
      <w:r w:rsidR="00024870">
        <w:rPr>
          <w:spacing w:val="0"/>
          <w:position w:val="0"/>
        </w:rPr>
        <w:t xml:space="preserve"> </w:t>
      </w:r>
      <w:r w:rsidR="00BB4F00">
        <w:rPr>
          <w:spacing w:val="0"/>
          <w:position w:val="0"/>
        </w:rPr>
        <w:t xml:space="preserve">töövõtulepingu nr 3-2.6/ </w:t>
      </w:r>
      <w:r w:rsidR="00024870">
        <w:rPr>
          <w:spacing w:val="0"/>
          <w:position w:val="0"/>
        </w:rPr>
        <w:t>35</w:t>
      </w:r>
      <w:r w:rsidR="00BB4F00">
        <w:rPr>
          <w:spacing w:val="0"/>
          <w:position w:val="0"/>
        </w:rPr>
        <w:t xml:space="preserve"> juurde</w:t>
      </w:r>
    </w:p>
    <w:p w:rsidR="00977702" w:rsidRDefault="00977702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977702" w:rsidRDefault="00977702">
      <w:pPr>
        <w:rPr>
          <w:b/>
          <w:bCs/>
        </w:rPr>
      </w:pPr>
    </w:p>
    <w:p w:rsidR="00977702" w:rsidRDefault="00977702">
      <w:pPr>
        <w:rPr>
          <w:b/>
          <w:bCs/>
        </w:rPr>
        <w:sectPr w:rsidR="00977702" w:rsidSect="00977702">
          <w:headerReference w:type="default" r:id="rId8"/>
          <w:footerReference w:type="default" r:id="rId9"/>
          <w:headerReference w:type="first" r:id="rId10"/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:rsidTr="00E6175F">
        <w:trPr>
          <w:cantSplit/>
          <w:trHeight w:val="285"/>
        </w:trPr>
        <w:tc>
          <w:tcPr>
            <w:tcW w:w="5216" w:type="dxa"/>
            <w:vMerge w:val="restart"/>
          </w:tcPr>
          <w:p w:rsidR="004D7333" w:rsidRDefault="00622769" w:rsidP="00622769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</w:p>
        </w:tc>
        <w:tc>
          <w:tcPr>
            <w:tcW w:w="4309" w:type="dxa"/>
            <w:vMerge w:val="restart"/>
          </w:tcPr>
          <w:p w:rsidR="004D7333" w:rsidRDefault="004D7333" w:rsidP="002D1962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2D1962">
              <w:t>Anija 21.09.2016</w:t>
            </w:r>
            <w:r>
              <w:t xml:space="preserve">  </w:t>
            </w:r>
          </w:p>
        </w:tc>
      </w:tr>
      <w:tr w:rsidR="004D7333" w:rsidTr="00E6175F">
        <w:trPr>
          <w:cantSplit/>
          <w:trHeight w:val="740"/>
        </w:trPr>
        <w:tc>
          <w:tcPr>
            <w:tcW w:w="5216" w:type="dxa"/>
            <w:vMerge/>
          </w:tcPr>
          <w:p w:rsidR="004D7333" w:rsidRDefault="004D7333" w:rsidP="00E6175F"/>
        </w:tc>
        <w:tc>
          <w:tcPr>
            <w:tcW w:w="4309" w:type="dxa"/>
            <w:vMerge/>
          </w:tcPr>
          <w:p w:rsidR="004D7333" w:rsidRDefault="004D7333" w:rsidP="00E6175F"/>
        </w:tc>
      </w:tr>
    </w:tbl>
    <w:p w:rsidR="004D7333" w:rsidRDefault="004D7333">
      <w:pPr>
        <w:rPr>
          <w:b/>
          <w:bCs/>
        </w:rPr>
      </w:pPr>
    </w:p>
    <w:p w:rsidR="004D6A17" w:rsidRDefault="004D6A17"/>
    <w:p w:rsidR="00BB4F00" w:rsidRDefault="00BB4F00" w:rsidP="00BB4F00">
      <w:pPr>
        <w:rPr>
          <w:b/>
        </w:rPr>
      </w:pPr>
      <w:r>
        <w:rPr>
          <w:b/>
        </w:rPr>
        <w:t>Ehitise garantiiülevaatuse kohta</w:t>
      </w:r>
    </w:p>
    <w:p w:rsidR="00BB4F00" w:rsidRDefault="00BB4F00"/>
    <w:p w:rsidR="00710F3F" w:rsidRDefault="00710F3F">
      <w:pPr>
        <w:rPr>
          <w:sz w:val="26"/>
        </w:rPr>
      </w:pPr>
    </w:p>
    <w:p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DF2BAB" w:rsidRPr="00765935" w:rsidRDefault="00BB4F00" w:rsidP="00DF2BAB">
      <w:pPr>
        <w:rPr>
          <w:sz w:val="18"/>
          <w:szCs w:val="18"/>
        </w:rPr>
      </w:pPr>
      <w:r>
        <w:lastRenderedPageBreak/>
        <w:t xml:space="preserve">Käesolev akt on koostatud RMK </w:t>
      </w:r>
      <w:r w:rsidR="00DF2BAB">
        <w:t xml:space="preserve"> „ </w:t>
      </w:r>
      <w:proofErr w:type="spellStart"/>
      <w:r w:rsidR="00DF2BAB">
        <w:t>Jänijõe</w:t>
      </w:r>
      <w:proofErr w:type="spellEnd"/>
      <w:r w:rsidR="00DF2BAB">
        <w:t xml:space="preserve"> truubi </w:t>
      </w:r>
      <w:proofErr w:type="spellStart"/>
      <w:r w:rsidR="00DF2BAB">
        <w:t>rekon</w:t>
      </w:r>
      <w:r w:rsidR="00814235">
        <w:t>s</w:t>
      </w:r>
      <w:r w:rsidR="00DF2BAB">
        <w:t>truuerimine</w:t>
      </w:r>
      <w:proofErr w:type="spellEnd"/>
      <w:r w:rsidR="00DF2BAB">
        <w:t xml:space="preserve">“ </w:t>
      </w:r>
      <w:r>
        <w:t xml:space="preserve">        </w:t>
      </w:r>
      <w:r w:rsidR="00DF2BAB" w:rsidRPr="00230EE5">
        <w:t>garantiiülevaatuse</w:t>
      </w:r>
      <w:r w:rsidR="00DF2BAB" w:rsidRPr="00765935">
        <w:t xml:space="preserve"> kohta.</w:t>
      </w:r>
    </w:p>
    <w:p w:rsidR="00BB4F00" w:rsidRPr="00765935" w:rsidRDefault="00BB4F00" w:rsidP="00BB4F00">
      <w:pPr>
        <w:rPr>
          <w:sz w:val="18"/>
          <w:szCs w:val="18"/>
        </w:rPr>
      </w:pPr>
      <w:r>
        <w:t xml:space="preserve">                           </w:t>
      </w:r>
      <w:r w:rsidRPr="00765935">
        <w:t xml:space="preserve">                        </w:t>
      </w:r>
      <w:r w:rsidR="00DF2BAB">
        <w:t xml:space="preserve">                                                                                        </w:t>
      </w:r>
    </w:p>
    <w:p w:rsidR="00BB4F00" w:rsidRPr="00622769" w:rsidRDefault="00622769" w:rsidP="00BB4F00">
      <w:pPr>
        <w:ind w:firstLine="708"/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>/</w:t>
      </w:r>
      <w:r w:rsidR="00BB4F00" w:rsidRPr="00622769">
        <w:rPr>
          <w:i/>
          <w:sz w:val="18"/>
          <w:szCs w:val="18"/>
        </w:rPr>
        <w:t>metsakuivendussüsteemi, -teenindava tee; metsatee;</w:t>
      </w:r>
      <w:r w:rsidRPr="00622769">
        <w:rPr>
          <w:i/>
          <w:sz w:val="18"/>
          <w:szCs w:val="18"/>
        </w:rPr>
        <w:t xml:space="preserve"> truubi; silla/</w:t>
      </w:r>
    </w:p>
    <w:p w:rsidR="00BB4F00" w:rsidRPr="00765935" w:rsidRDefault="00BB4F00" w:rsidP="00BB4F00">
      <w:pPr>
        <w:rPr>
          <w:sz w:val="16"/>
          <w:szCs w:val="16"/>
        </w:rPr>
      </w:pPr>
    </w:p>
    <w:p w:rsidR="00BB4F00" w:rsidRDefault="00BB4F00" w:rsidP="00BB4F00">
      <w:r w:rsidRPr="00765935">
        <w:t>Ehitise</w:t>
      </w:r>
      <w:r>
        <w:t xml:space="preserve"> projekteerija </w:t>
      </w:r>
      <w:r w:rsidR="00DF2BAB">
        <w:t xml:space="preserve">              FIE Peeter </w:t>
      </w:r>
      <w:proofErr w:type="spellStart"/>
      <w:r w:rsidR="00DF2BAB">
        <w:t>Lond</w:t>
      </w:r>
      <w:proofErr w:type="spellEnd"/>
      <w:r w:rsidRPr="00765935">
        <w:t xml:space="preserve"> 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</w:t>
      </w:r>
      <w:r w:rsidRPr="00622769">
        <w:rPr>
          <w:i/>
          <w:sz w:val="18"/>
          <w:szCs w:val="18"/>
        </w:rPr>
        <w:tab/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 xml:space="preserve">Ehitaja </w:t>
      </w:r>
      <w:r w:rsidR="00DF2BAB">
        <w:t xml:space="preserve">                                   Järva Teed AS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>Järelevalve</w:t>
      </w:r>
      <w:r w:rsidR="007711F5">
        <w:t xml:space="preserve">                            RMK uuendustöö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>Ehitise kasutuselevõtu akt (luba)</w:t>
      </w:r>
      <w:r>
        <w:t xml:space="preserve"> </w:t>
      </w:r>
      <w:r w:rsidR="007711F5">
        <w:t xml:space="preserve">     </w:t>
      </w:r>
      <w:r w:rsidR="007711F5">
        <w:t>RMK uuendustöö</w:t>
      </w:r>
      <w:r w:rsidR="00814235">
        <w:t>, VV 09.09.2014</w:t>
      </w:r>
    </w:p>
    <w:p w:rsidR="00BB4F00" w:rsidRPr="00622769" w:rsidRDefault="00BB4F00" w:rsidP="00BB4F00">
      <w:pPr>
        <w:rPr>
          <w:i/>
          <w:sz w:val="20"/>
        </w:rPr>
      </w:pPr>
      <w:r w:rsidRPr="00622769">
        <w:rPr>
          <w:i/>
        </w:rPr>
        <w:t xml:space="preserve">                                                       </w:t>
      </w:r>
      <w:r w:rsidR="00622769" w:rsidRPr="00622769">
        <w:rPr>
          <w:i/>
        </w:rPr>
        <w:t>/</w:t>
      </w:r>
      <w:r w:rsidR="00622769" w:rsidRPr="00622769">
        <w:rPr>
          <w:i/>
          <w:sz w:val="20"/>
        </w:rPr>
        <w:t>väljaandja, kuupäev, nr/</w:t>
      </w:r>
    </w:p>
    <w:p w:rsidR="00BB4F00" w:rsidRDefault="00BB4F00" w:rsidP="00BB4F00">
      <w:pPr>
        <w:rPr>
          <w:sz w:val="18"/>
          <w:szCs w:val="18"/>
        </w:rPr>
      </w:pPr>
    </w:p>
    <w:p w:rsidR="00BB4F00" w:rsidRDefault="00BB4F00" w:rsidP="00BB4F00">
      <w:r>
        <w:t>Ehitise garantii</w:t>
      </w:r>
      <w:r w:rsidRPr="00414040">
        <w:t>ülevaatus</w:t>
      </w:r>
      <w:r>
        <w:t xml:space="preserve">e teostas ajavahemikul </w:t>
      </w:r>
      <w:r w:rsidR="002D1962">
        <w:t xml:space="preserve">          </w:t>
      </w:r>
      <w:r w:rsidR="00E64DC5">
        <w:t>22.08.2016-</w:t>
      </w:r>
      <w:r w:rsidR="00244D96">
        <w:t>30</w:t>
      </w:r>
      <w:r w:rsidR="00814235">
        <w:t>.08</w:t>
      </w:r>
      <w:r w:rsidR="002D1962">
        <w:t>.2016</w:t>
      </w:r>
      <w:r>
        <w:t xml:space="preserve"> </w:t>
      </w:r>
    </w:p>
    <w:p w:rsidR="00BB4F00" w:rsidRPr="00622769" w:rsidRDefault="00BB4F00" w:rsidP="00BB4F00">
      <w:pPr>
        <w:ind w:left="4248"/>
        <w:rPr>
          <w:i/>
        </w:rPr>
      </w:pPr>
      <w:r w:rsidRPr="00622769">
        <w:rPr>
          <w:i/>
          <w:sz w:val="20"/>
        </w:rPr>
        <w:t xml:space="preserve">   </w:t>
      </w:r>
      <w:r w:rsidRPr="00622769">
        <w:rPr>
          <w:i/>
          <w:sz w:val="20"/>
        </w:rPr>
        <w:tab/>
      </w:r>
      <w:r w:rsidRPr="00622769">
        <w:rPr>
          <w:i/>
          <w:sz w:val="20"/>
        </w:rPr>
        <w:tab/>
      </w:r>
      <w:r w:rsidR="00622769" w:rsidRPr="00622769">
        <w:rPr>
          <w:i/>
          <w:sz w:val="20"/>
        </w:rPr>
        <w:t>/</w:t>
      </w:r>
      <w:r w:rsidRPr="00622769">
        <w:rPr>
          <w:i/>
          <w:sz w:val="20"/>
        </w:rPr>
        <w:t>teostatud ülevaatuse aeg</w:t>
      </w:r>
      <w:r w:rsidR="00622769" w:rsidRPr="00622769">
        <w:rPr>
          <w:i/>
          <w:sz w:val="20"/>
        </w:rPr>
        <w:t>/</w:t>
      </w:r>
    </w:p>
    <w:p w:rsidR="00BB4F00" w:rsidRDefault="002D1962" w:rsidP="00BB4F00">
      <w:r>
        <w:t xml:space="preserve">  </w:t>
      </w:r>
      <w:r>
        <w:t xml:space="preserve">RMK </w:t>
      </w:r>
      <w:r w:rsidR="00BB4F00">
        <w:t>metsaparandustalituse metsaparandaja</w:t>
      </w:r>
      <w:r>
        <w:t xml:space="preserve">           </w:t>
      </w:r>
      <w:r w:rsidR="00BB4F00">
        <w:t xml:space="preserve"> </w:t>
      </w:r>
      <w:r>
        <w:t xml:space="preserve">  Romet Riiman</w:t>
      </w:r>
      <w:r w:rsidR="00BB4F00">
        <w:t xml:space="preserve"> </w:t>
      </w:r>
    </w:p>
    <w:p w:rsidR="00BB4F00" w:rsidRPr="00622769" w:rsidRDefault="00BB4F00" w:rsidP="00BB4F00">
      <w:pPr>
        <w:rPr>
          <w:i/>
          <w:sz w:val="20"/>
        </w:rPr>
      </w:pPr>
      <w:r w:rsidRPr="00622769">
        <w:rPr>
          <w:i/>
        </w:rPr>
        <w:t xml:space="preserve">                 </w:t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Pr="00622769">
        <w:rPr>
          <w:i/>
        </w:rPr>
        <w:tab/>
      </w:r>
      <w:r w:rsidR="00622769" w:rsidRPr="00622769">
        <w:rPr>
          <w:i/>
        </w:rPr>
        <w:t>/</w:t>
      </w:r>
      <w:r w:rsidR="00622769" w:rsidRPr="00622769">
        <w:rPr>
          <w:i/>
          <w:sz w:val="20"/>
        </w:rPr>
        <w:t>nimi/</w:t>
      </w:r>
      <w:r w:rsidRPr="00622769">
        <w:rPr>
          <w:i/>
          <w:sz w:val="20"/>
        </w:rPr>
        <w:t xml:space="preserve">                                                          </w:t>
      </w:r>
      <w:r w:rsidRPr="00622769">
        <w:rPr>
          <w:i/>
          <w:sz w:val="20"/>
        </w:rPr>
        <w:tab/>
      </w:r>
      <w:r w:rsidRPr="00622769">
        <w:rPr>
          <w:i/>
          <w:sz w:val="20"/>
        </w:rPr>
        <w:tab/>
      </w:r>
    </w:p>
    <w:p w:rsidR="00BB4F00" w:rsidRDefault="00BB4F00" w:rsidP="00BB4F00">
      <w:pPr>
        <w:rPr>
          <w:sz w:val="20"/>
        </w:rPr>
      </w:pPr>
      <w:bookmarkStart w:id="0" w:name="_GoBack"/>
      <w:bookmarkEnd w:id="0"/>
    </w:p>
    <w:p w:rsidR="00BB4F00" w:rsidRDefault="00BB4F00" w:rsidP="00BB4F00">
      <w:r>
        <w:t>Ehitise ülevaatuse tulemus:</w:t>
      </w:r>
    </w:p>
    <w:p w:rsidR="00BB4F00" w:rsidRDefault="00BB4F00" w:rsidP="00BB4F00"/>
    <w:p w:rsidR="00BB4F00" w:rsidRDefault="00BB4F00" w:rsidP="00BB4F00"/>
    <w:p w:rsidR="00BB4F00" w:rsidRDefault="002D1962" w:rsidP="00BB4F00">
      <w:r>
        <w:t xml:space="preserve">                                            Ei esinenud ehitusvigu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</w:t>
      </w:r>
      <w:r w:rsidRPr="00622769">
        <w:rPr>
          <w:i/>
          <w:sz w:val="18"/>
          <w:szCs w:val="18"/>
        </w:rPr>
        <w:t>ehitusvead- esinesid/ei esinenud, ku</w:t>
      </w:r>
      <w:r w:rsidR="00622769" w:rsidRPr="00622769">
        <w:rPr>
          <w:i/>
          <w:sz w:val="18"/>
          <w:szCs w:val="18"/>
        </w:rPr>
        <w:t>i esinesid-siis need kirjeldada/</w:t>
      </w:r>
    </w:p>
    <w:p w:rsidR="00BB4F00" w:rsidRPr="00765935" w:rsidRDefault="00BB4F00" w:rsidP="00BB4F00"/>
    <w:p w:rsidR="00BB4F00" w:rsidRPr="00765935" w:rsidRDefault="00BB4F00" w:rsidP="00BB4F00">
      <w:r w:rsidRPr="00765935">
        <w:t>Otsus:</w:t>
      </w:r>
      <w:r>
        <w:t xml:space="preserve"> </w:t>
      </w:r>
      <w:r w:rsidR="002D1962">
        <w:t xml:space="preserve">                 Ehitis on üle vaadatud ja garantiiülevaatuse läbinud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</w:t>
      </w:r>
      <w:r w:rsidRPr="00622769">
        <w:rPr>
          <w:i/>
          <w:sz w:val="18"/>
          <w:szCs w:val="18"/>
        </w:rPr>
        <w:tab/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</w:t>
      </w:r>
      <w:r w:rsidRPr="00622769">
        <w:rPr>
          <w:i/>
          <w:sz w:val="18"/>
          <w:szCs w:val="18"/>
        </w:rPr>
        <w:t>garantiiülevaatuse läbimise /mitteläbimise kohta, ehitaja märkused</w:t>
      </w:r>
      <w:r w:rsidR="00622769" w:rsidRPr="00622769">
        <w:rPr>
          <w:i/>
          <w:sz w:val="18"/>
          <w:szCs w:val="18"/>
        </w:rPr>
        <w:t>/</w:t>
      </w:r>
    </w:p>
    <w:p w:rsidR="00710F3F" w:rsidRDefault="00710F3F">
      <w:pPr>
        <w:jc w:val="both"/>
      </w:pPr>
    </w:p>
    <w:p w:rsidR="00710F3F" w:rsidRDefault="00710F3F">
      <w:r>
        <w:t>Käesolev akt on koostatud kahes eksemplaris, üks Tellijale ja teine Töövõtjale.</w:t>
      </w:r>
    </w:p>
    <w:p w:rsidR="00710F3F" w:rsidRDefault="00710F3F"/>
    <w:p w:rsidR="00710F3F" w:rsidRDefault="00710F3F">
      <w:p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:rsidR="00710F3F" w:rsidRDefault="00710F3F"/>
    <w:p w:rsidR="00710F3F" w:rsidRDefault="00710F3F">
      <w:r>
        <w:t>Tellija:</w:t>
      </w:r>
      <w:r>
        <w:tab/>
      </w:r>
      <w:r>
        <w:tab/>
      </w:r>
      <w:r>
        <w:tab/>
      </w:r>
      <w:r>
        <w:tab/>
      </w:r>
      <w:r w:rsidR="007D499F">
        <w:tab/>
      </w:r>
      <w:r w:rsidR="007D499F">
        <w:tab/>
      </w:r>
      <w:r w:rsidR="007D499F">
        <w:tab/>
      </w:r>
      <w:r>
        <w:t>Töövõtja:</w:t>
      </w:r>
    </w:p>
    <w:p w:rsidR="00710F3F" w:rsidRDefault="00710F3F"/>
    <w:p w:rsidR="00710F3F" w:rsidRDefault="00710F3F">
      <w:pPr>
        <w:tabs>
          <w:tab w:val="left" w:pos="4320"/>
        </w:tabs>
        <w:jc w:val="both"/>
      </w:pPr>
    </w:p>
    <w:p w:rsidR="00710F3F" w:rsidRDefault="002D1962">
      <w:pPr>
        <w:tabs>
          <w:tab w:val="left" w:pos="4320"/>
        </w:tabs>
        <w:jc w:val="both"/>
      </w:pPr>
      <w:r>
        <w:t>/allkirjastatud digitaalselt/</w:t>
      </w:r>
      <w:r w:rsidR="007D499F">
        <w:tab/>
      </w:r>
      <w:r w:rsidR="007D499F">
        <w:tab/>
      </w:r>
      <w:r w:rsidR="007D499F">
        <w:tab/>
      </w:r>
      <w:r>
        <w:t>/allkirjastatud digitaalselt/</w:t>
      </w:r>
    </w:p>
    <w:p w:rsidR="00710F3F" w:rsidRDefault="002D1962">
      <w:pPr>
        <w:rPr>
          <w:i/>
          <w:iCs/>
        </w:rPr>
      </w:pPr>
      <w:r w:rsidRPr="002D1962">
        <w:rPr>
          <w:iCs/>
        </w:rPr>
        <w:t>Romet Riiman</w:t>
      </w:r>
      <w:r>
        <w:rPr>
          <w:i/>
          <w:iCs/>
        </w:rPr>
        <w:t xml:space="preserve">  </w:t>
      </w:r>
      <w:r w:rsidR="00622769">
        <w:rPr>
          <w:i/>
          <w:iCs/>
        </w:rPr>
        <w:t>/nimi/</w:t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>
        <w:rPr>
          <w:i/>
          <w:iCs/>
        </w:rPr>
        <w:t xml:space="preserve">Aleksandr Lember    </w:t>
      </w:r>
      <w:r w:rsidR="00622769">
        <w:rPr>
          <w:i/>
          <w:iCs/>
        </w:rPr>
        <w:t>/nimi/</w:t>
      </w:r>
    </w:p>
    <w:sectPr w:rsidR="00710F3F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D55" w:rsidRDefault="004D3D55">
      <w:r>
        <w:separator/>
      </w:r>
    </w:p>
  </w:endnote>
  <w:endnote w:type="continuationSeparator" w:id="0">
    <w:p w:rsidR="004D3D55" w:rsidRDefault="004D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D55" w:rsidRDefault="004D3D55">
      <w:r>
        <w:separator/>
      </w:r>
    </w:p>
  </w:footnote>
  <w:footnote w:type="continuationSeparator" w:id="0">
    <w:p w:rsidR="004D3D55" w:rsidRDefault="004D3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2D1962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 w:rsidP="002131A5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A4" w:rsidRDefault="004D37A4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23"/>
    <w:rsid w:val="00024870"/>
    <w:rsid w:val="00025B73"/>
    <w:rsid w:val="001176C2"/>
    <w:rsid w:val="00167B52"/>
    <w:rsid w:val="001E3E86"/>
    <w:rsid w:val="001F58D6"/>
    <w:rsid w:val="002037BB"/>
    <w:rsid w:val="002131A5"/>
    <w:rsid w:val="00244D96"/>
    <w:rsid w:val="002C701F"/>
    <w:rsid w:val="002D1962"/>
    <w:rsid w:val="002D6C61"/>
    <w:rsid w:val="003066C3"/>
    <w:rsid w:val="003848BA"/>
    <w:rsid w:val="003E3535"/>
    <w:rsid w:val="00410D23"/>
    <w:rsid w:val="004D37A4"/>
    <w:rsid w:val="004D3D55"/>
    <w:rsid w:val="004D6A17"/>
    <w:rsid w:val="004D7333"/>
    <w:rsid w:val="004E7463"/>
    <w:rsid w:val="00622769"/>
    <w:rsid w:val="00635047"/>
    <w:rsid w:val="00666786"/>
    <w:rsid w:val="00682B8C"/>
    <w:rsid w:val="006B4889"/>
    <w:rsid w:val="006B4F97"/>
    <w:rsid w:val="00710F3F"/>
    <w:rsid w:val="007711F5"/>
    <w:rsid w:val="007B3EA9"/>
    <w:rsid w:val="007C36EC"/>
    <w:rsid w:val="007D499F"/>
    <w:rsid w:val="00814235"/>
    <w:rsid w:val="009769BD"/>
    <w:rsid w:val="00977702"/>
    <w:rsid w:val="009B257C"/>
    <w:rsid w:val="00B93333"/>
    <w:rsid w:val="00B976ED"/>
    <w:rsid w:val="00BB4F00"/>
    <w:rsid w:val="00BD648A"/>
    <w:rsid w:val="00C867B7"/>
    <w:rsid w:val="00CC14A5"/>
    <w:rsid w:val="00CC307A"/>
    <w:rsid w:val="00D62FCA"/>
    <w:rsid w:val="00D814F5"/>
    <w:rsid w:val="00DF2BAB"/>
    <w:rsid w:val="00E4658D"/>
    <w:rsid w:val="00E6175F"/>
    <w:rsid w:val="00E64DC5"/>
    <w:rsid w:val="00EB22DA"/>
    <w:rsid w:val="00EF48DA"/>
    <w:rsid w:val="00F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etr\AppData\Local\Microsoft\Windows\Temporary%20Internet%20Files\Content.IE5\F5S3DO64\akt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akt1.dot</Template>
  <TotalTime>21</TotalTime>
  <Pages>1</Pages>
  <Words>275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Romet Riiman</dc:creator>
  <cp:lastModifiedBy>Romet Riiman</cp:lastModifiedBy>
  <cp:revision>7</cp:revision>
  <cp:lastPrinted>2004-03-16T09:02:00Z</cp:lastPrinted>
  <dcterms:created xsi:type="dcterms:W3CDTF">2016-10-11T12:53:00Z</dcterms:created>
  <dcterms:modified xsi:type="dcterms:W3CDTF">2016-10-11T13:18:00Z</dcterms:modified>
</cp:coreProperties>
</file>